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37E" w:rsidRPr="00CE0243" w:rsidRDefault="00BB637E" w:rsidP="005B35CD">
      <w:pPr>
        <w:jc w:val="center"/>
        <w:rPr>
          <w:rFonts w:ascii="Segoe UI Light" w:hAnsi="Segoe UI Light" w:cs="Segoe UI Light"/>
          <w:sz w:val="36"/>
        </w:rPr>
      </w:pPr>
      <w:r w:rsidRPr="00107F16">
        <w:rPr>
          <w:rFonts w:ascii="Segoe UI Light" w:hAnsi="Segoe UI Light" w:cs="Segoe UI Light"/>
          <w:sz w:val="36"/>
        </w:rPr>
        <w:t xml:space="preserve">Set </w:t>
      </w:r>
      <w:r>
        <w:rPr>
          <w:rFonts w:ascii="Segoe UI Light" w:hAnsi="Segoe UI Light" w:cs="Segoe UI Light"/>
          <w:sz w:val="36"/>
        </w:rPr>
        <w:t xml:space="preserve">5: </w:t>
      </w:r>
      <w:r w:rsidRPr="005438C0">
        <w:rPr>
          <w:rFonts w:ascii="Segoe UI Light" w:hAnsi="Segoe UI Light" w:cs="Segoe UI Light"/>
          <w:sz w:val="36"/>
        </w:rPr>
        <w:t>Soft ‘c’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BB637E" w:rsidRPr="003E62FE" w:rsidTr="003E62FE">
        <w:trPr>
          <w:trHeight w:val="558"/>
        </w:trPr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3E62FE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E62FE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E62F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E62F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E62FE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E62F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E62F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E62FE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E62FE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E62FE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bookmarkStart w:id="0" w:name="_GoBack" w:colFirst="0" w:colLast="0"/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cinema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decide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cereal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centre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cylinder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mercy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celebration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December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circulation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cyclone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>circumstances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accident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circuit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circle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B637E" w:rsidRPr="003E62FE" w:rsidTr="003E62FE">
        <w:tc>
          <w:tcPr>
            <w:tcW w:w="3012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E62FE">
              <w:rPr>
                <w:rFonts w:ascii="Segoe UI Light" w:hAnsi="Segoe UI Light" w:cs="Segoe UI Light"/>
                <w:sz w:val="36"/>
                <w:szCs w:val="36"/>
              </w:rPr>
              <w:t xml:space="preserve">certificate </w:t>
            </w:r>
          </w:p>
        </w:tc>
        <w:tc>
          <w:tcPr>
            <w:tcW w:w="2703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B637E" w:rsidRPr="003E62FE" w:rsidRDefault="00BB637E" w:rsidP="003E62FE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bookmarkEnd w:id="0"/>
    </w:tbl>
    <w:p w:rsidR="00BB637E" w:rsidRPr="00F07B5A" w:rsidRDefault="00BB637E">
      <w:pPr>
        <w:rPr>
          <w:rFonts w:ascii="Segoe UI Light" w:hAnsi="Segoe UI Light" w:cs="Segoe UI Light"/>
          <w:sz w:val="36"/>
          <w:szCs w:val="36"/>
        </w:rPr>
      </w:pPr>
    </w:p>
    <w:sectPr w:rsidR="00BB637E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37E" w:rsidRDefault="00BB637E">
      <w:r>
        <w:separator/>
      </w:r>
    </w:p>
  </w:endnote>
  <w:endnote w:type="continuationSeparator" w:id="0">
    <w:p w:rsidR="00BB637E" w:rsidRDefault="00BB6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37E" w:rsidRDefault="00BB637E" w:rsidP="00D314CD">
    <w:pPr>
      <w:pStyle w:val="Footer"/>
    </w:pPr>
    <w:r>
      <w:t>Swaffield Primary School 2014</w:t>
    </w:r>
  </w:p>
  <w:p w:rsidR="00BB637E" w:rsidRDefault="00BB63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37E" w:rsidRDefault="00BB637E">
      <w:r>
        <w:separator/>
      </w:r>
    </w:p>
  </w:footnote>
  <w:footnote w:type="continuationSeparator" w:id="0">
    <w:p w:rsidR="00BB637E" w:rsidRDefault="00BB63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07F16"/>
    <w:rsid w:val="0011235B"/>
    <w:rsid w:val="001336E2"/>
    <w:rsid w:val="001822D1"/>
    <w:rsid w:val="001B1BB7"/>
    <w:rsid w:val="001D28B2"/>
    <w:rsid w:val="001E27F6"/>
    <w:rsid w:val="001F13D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3E62FE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3052C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B03F61"/>
    <w:rsid w:val="00B31C91"/>
    <w:rsid w:val="00B47958"/>
    <w:rsid w:val="00B94746"/>
    <w:rsid w:val="00BB637E"/>
    <w:rsid w:val="00BF0827"/>
    <w:rsid w:val="00C01023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23794"/>
    <w:rsid w:val="00D25FCA"/>
    <w:rsid w:val="00D314CD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314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380C"/>
    <w:rPr>
      <w:lang w:eastAsia="en-US"/>
    </w:rPr>
  </w:style>
  <w:style w:type="paragraph" w:styleId="Footer">
    <w:name w:val="footer"/>
    <w:basedOn w:val="Normal"/>
    <w:link w:val="FooterChar"/>
    <w:uiPriority w:val="99"/>
    <w:rsid w:val="00D314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314CD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30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38</Words>
  <Characters>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2013-12-08T14:37:00Z</dcterms:created>
  <dcterms:modified xsi:type="dcterms:W3CDTF">2014-07-14T14:57:00Z</dcterms:modified>
</cp:coreProperties>
</file>